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生物科学</w:t>
      </w:r>
      <w:r>
        <w:rPr>
          <w:rFonts w:ascii="黑体" w:hAnsi="黑体" w:eastAsia="黑体"/>
          <w:sz w:val="32"/>
          <w:szCs w:val="32"/>
        </w:rPr>
        <w:t>类核心期刊表</w:t>
      </w:r>
    </w:p>
    <w:p>
      <w:pPr>
        <w:jc w:val="center"/>
        <w:rPr>
          <w:rFonts w:ascii="仿宋_GB2312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生物</w:t>
      </w:r>
      <w:r>
        <w:rPr>
          <w:rFonts w:ascii="仿宋_GB2312" w:eastAsia="仿宋_GB2312" w:cs="宋体"/>
          <w:color w:val="000000"/>
          <w:kern w:val="0"/>
          <w:sz w:val="28"/>
          <w:szCs w:val="28"/>
        </w:rPr>
        <w:t>学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学位评定</w:t>
      </w:r>
      <w:r>
        <w:rPr>
          <w:rFonts w:ascii="仿宋_GB2312" w:eastAsia="仿宋_GB2312" w:cs="宋体"/>
          <w:color w:val="000000"/>
          <w:kern w:val="0"/>
          <w:sz w:val="28"/>
          <w:szCs w:val="28"/>
        </w:rPr>
        <w:t>分委员会</w:t>
      </w:r>
    </w:p>
    <w:p>
      <w:pPr>
        <w:jc w:val="center"/>
        <w:rPr>
          <w:rFonts w:ascii="仿宋_GB2312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</w:rPr>
        <w:t>2018年12月</w:t>
      </w:r>
    </w:p>
    <w:tbl>
      <w:tblPr>
        <w:tblStyle w:val="6"/>
        <w:tblW w:w="73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533"/>
        <w:gridCol w:w="1134"/>
        <w:gridCol w:w="2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序号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期  刊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序号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期  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FF0000"/>
                <w:szCs w:val="21"/>
                <w:highlight w:val="darkGray"/>
              </w:rPr>
            </w:pPr>
            <w:r>
              <w:rPr>
                <w:rFonts w:hint="eastAsia"/>
                <w:color w:val="000000"/>
                <w:szCs w:val="21"/>
                <w:highlight w:val="darkGray"/>
              </w:rPr>
              <w:t>090243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/>
                <w:highlight w:val="darkGray"/>
              </w:rPr>
            </w:pPr>
            <w:r>
              <w:rPr>
                <w:rFonts w:hint="eastAsia" w:ascii="黑体" w:eastAsia="黑体"/>
                <w:szCs w:val="21"/>
                <w:highlight w:val="darkGray"/>
              </w:rPr>
              <w:t>广西植物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FF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090247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植物研究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szCs w:val="21"/>
                <w:highlight w:val="darkGray"/>
              </w:rPr>
            </w:pPr>
            <w:r>
              <w:rPr>
                <w:rFonts w:hint="eastAsia"/>
                <w:szCs w:val="21"/>
                <w:highlight w:val="darkGray"/>
              </w:rPr>
              <w:t>090248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eastAsia="黑体"/>
                <w:szCs w:val="21"/>
                <w:highlight w:val="darkGray"/>
              </w:rPr>
            </w:pPr>
            <w:r>
              <w:rPr>
                <w:rFonts w:hint="eastAsia" w:ascii="黑体" w:eastAsia="黑体"/>
                <w:szCs w:val="21"/>
                <w:highlight w:val="darkGray"/>
              </w:rPr>
              <w:t>热带亚热带植物学报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highlight w:val="darkGray"/>
              </w:rPr>
              <w:t>090267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  <w:highlight w:val="darkGray"/>
              </w:rPr>
              <w:t>植物分类与资源学报更名为Plant Diversity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szCs w:val="21"/>
              </w:rPr>
            </w:pPr>
            <w:r>
              <w:rPr>
                <w:rFonts w:hint="eastAsia"/>
                <w:szCs w:val="21"/>
              </w:rPr>
              <w:t>090269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植物生理学报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090271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植物生态学报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szCs w:val="21"/>
              </w:rPr>
            </w:pPr>
            <w:r>
              <w:rPr>
                <w:rFonts w:hint="eastAsia"/>
                <w:szCs w:val="21"/>
              </w:rPr>
              <w:t>090272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植物学报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150001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 w:themeColor="text1"/>
              </w:rPr>
            </w:pPr>
            <w:r>
              <w:rPr>
                <w:rFonts w:hint="eastAsia" w:ascii="黑体" w:hAnsi="黑体" w:eastAsia="黑体"/>
                <w:color w:val="000000" w:themeColor="text1"/>
              </w:rPr>
              <w:t>应用</w:t>
            </w:r>
            <w:r>
              <w:rPr>
                <w:rFonts w:ascii="黑体" w:hAnsi="黑体" w:eastAsia="黑体"/>
                <w:color w:val="000000" w:themeColor="text1"/>
              </w:rPr>
              <w:t>与环境生物学报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szCs w:val="21"/>
              </w:rPr>
            </w:pPr>
            <w:r>
              <w:rPr>
                <w:rFonts w:hint="eastAsia"/>
                <w:szCs w:val="21"/>
              </w:rPr>
              <w:t>150002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生物多样性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  <w:highlight w:val="darkGray"/>
              </w:rPr>
            </w:pPr>
            <w:r>
              <w:rPr>
                <w:rFonts w:hint="eastAsia"/>
                <w:color w:val="000000"/>
                <w:szCs w:val="21"/>
                <w:highlight w:val="darkGray"/>
              </w:rPr>
              <w:t>150003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/>
                <w:highlight w:val="darkGray"/>
              </w:rPr>
            </w:pPr>
            <w:r>
              <w:rPr>
                <w:rFonts w:hint="eastAsia" w:ascii="黑体" w:hAnsi="黑体" w:eastAsia="黑体"/>
                <w:color w:val="000000"/>
                <w:highlight w:val="darkGray"/>
              </w:rPr>
              <w:t>西北植物学报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szCs w:val="21"/>
                <w:highlight w:val="darkGray"/>
              </w:rPr>
            </w:pPr>
            <w:r>
              <w:rPr>
                <w:rFonts w:hint="eastAsia"/>
                <w:szCs w:val="21"/>
                <w:highlight w:val="darkGray"/>
              </w:rPr>
              <w:t>150004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eastAsia="黑体"/>
                <w:szCs w:val="21"/>
                <w:highlight w:val="darkGray"/>
              </w:rPr>
            </w:pPr>
            <w:r>
              <w:rPr>
                <w:rFonts w:hint="eastAsia" w:ascii="黑体" w:eastAsia="黑体"/>
                <w:szCs w:val="21"/>
                <w:highlight w:val="darkGray"/>
              </w:rPr>
              <w:t>植物</w:t>
            </w:r>
            <w:r>
              <w:rPr>
                <w:rFonts w:ascii="黑体" w:eastAsia="黑体"/>
                <w:szCs w:val="21"/>
                <w:highlight w:val="darkGray"/>
              </w:rPr>
              <w:t>科学学报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  <w:highlight w:val="darkGray"/>
              </w:rPr>
            </w:pPr>
            <w:r>
              <w:rPr>
                <w:rFonts w:hint="eastAsia"/>
                <w:color w:val="000000"/>
                <w:szCs w:val="21"/>
                <w:highlight w:val="darkGray"/>
              </w:rPr>
              <w:t>150005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/>
                <w:highlight w:val="darkGray"/>
              </w:rPr>
            </w:pPr>
            <w:r>
              <w:rPr>
                <w:rFonts w:hint="eastAsia" w:ascii="黑体" w:hAnsi="黑体" w:eastAsia="黑体"/>
                <w:color w:val="000000"/>
                <w:highlight w:val="darkGray"/>
              </w:rPr>
              <w:t>中国</w:t>
            </w:r>
            <w:r>
              <w:rPr>
                <w:rFonts w:ascii="黑体" w:hAnsi="黑体" w:eastAsia="黑体"/>
                <w:color w:val="000000"/>
                <w:highlight w:val="darkGray"/>
              </w:rPr>
              <w:t>农业科技导报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szCs w:val="21"/>
              </w:rPr>
            </w:pPr>
            <w:r>
              <w:rPr>
                <w:rFonts w:hint="eastAsia"/>
                <w:szCs w:val="21"/>
              </w:rPr>
              <w:t>150006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农业</w:t>
            </w:r>
            <w:r>
              <w:rPr>
                <w:rFonts w:ascii="黑体" w:eastAsia="黑体"/>
                <w:szCs w:val="21"/>
              </w:rPr>
              <w:t>生物技术学报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150007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农业资源与环境学报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szCs w:val="21"/>
                <w:highlight w:val="darkGray"/>
              </w:rPr>
            </w:pPr>
            <w:r>
              <w:rPr>
                <w:rFonts w:hint="eastAsia"/>
                <w:szCs w:val="21"/>
                <w:highlight w:val="darkGray"/>
              </w:rPr>
              <w:t>150008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eastAsia="黑体"/>
                <w:szCs w:val="21"/>
                <w:highlight w:val="darkGray"/>
              </w:rPr>
            </w:pPr>
            <w:r>
              <w:rPr>
                <w:rFonts w:hint="eastAsia" w:ascii="黑体" w:eastAsia="黑体"/>
                <w:szCs w:val="21"/>
                <w:highlight w:val="darkGray"/>
              </w:rPr>
              <w:t>大豆科学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highlight w:val="darkGray"/>
              </w:rPr>
              <w:t>150009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  <w:highlight w:val="darkGray"/>
              </w:rPr>
              <w:t>植物</w:t>
            </w:r>
            <w:r>
              <w:rPr>
                <w:rFonts w:ascii="黑体" w:hAnsi="黑体" w:eastAsia="黑体"/>
                <w:color w:val="000000"/>
                <w:highlight w:val="darkGray"/>
              </w:rPr>
              <w:t>遗传资源学报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szCs w:val="21"/>
                <w:highlight w:val="darkGray"/>
              </w:rPr>
            </w:pPr>
            <w:r>
              <w:rPr>
                <w:rFonts w:hint="eastAsia"/>
                <w:szCs w:val="21"/>
                <w:highlight w:val="darkGray"/>
              </w:rPr>
              <w:t>150010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eastAsia="黑体"/>
                <w:szCs w:val="21"/>
                <w:highlight w:val="darkGray"/>
              </w:rPr>
            </w:pPr>
            <w:r>
              <w:rPr>
                <w:rFonts w:hint="eastAsia" w:ascii="黑体" w:eastAsia="黑体"/>
                <w:szCs w:val="21"/>
                <w:highlight w:val="darkGray"/>
              </w:rPr>
              <w:t>中国</w:t>
            </w:r>
            <w:r>
              <w:rPr>
                <w:rFonts w:ascii="黑体" w:eastAsia="黑体"/>
                <w:szCs w:val="21"/>
                <w:highlight w:val="darkGray"/>
              </w:rPr>
              <w:t>稻米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150011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草地学报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szCs w:val="21"/>
                <w:highlight w:val="darkGray"/>
              </w:rPr>
            </w:pPr>
            <w:r>
              <w:rPr>
                <w:rFonts w:hint="eastAsia"/>
                <w:szCs w:val="21"/>
                <w:highlight w:val="darkGray"/>
              </w:rPr>
              <w:t>150013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eastAsia="黑体"/>
                <w:szCs w:val="21"/>
                <w:highlight w:val="darkGray"/>
              </w:rPr>
            </w:pPr>
            <w:r>
              <w:rPr>
                <w:rFonts w:hint="eastAsia" w:ascii="黑体" w:eastAsia="黑体"/>
                <w:szCs w:val="21"/>
                <w:highlight w:val="darkGray"/>
              </w:rPr>
              <w:t>植物保护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150019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中草药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szCs w:val="21"/>
              </w:rPr>
            </w:pPr>
            <w:r>
              <w:rPr>
                <w:rFonts w:hint="eastAsia"/>
                <w:szCs w:val="21"/>
              </w:rPr>
              <w:t>090251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生态学报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090252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eastAsia="黑体"/>
                <w:szCs w:val="21"/>
              </w:rPr>
              <w:t>生态学杂志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szCs w:val="21"/>
              </w:rPr>
            </w:pPr>
            <w:r>
              <w:rPr>
                <w:rFonts w:hint="eastAsia"/>
                <w:szCs w:val="21"/>
              </w:rPr>
              <w:t>150024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应用生态学报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090242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古生物学报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szCs w:val="21"/>
              </w:rPr>
            </w:pPr>
            <w:r>
              <w:rPr>
                <w:rFonts w:hint="eastAsia"/>
                <w:szCs w:val="21"/>
              </w:rPr>
              <w:t>090237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eastAsia="黑体"/>
                <w:szCs w:val="21"/>
              </w:rPr>
            </w:pPr>
            <w:r>
              <w:rPr>
                <w:rFonts w:ascii="黑体" w:hAnsi="黑体" w:eastAsia="黑体"/>
                <w:color w:val="000000"/>
              </w:rPr>
              <w:t>Zoological Systematics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090239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/>
              </w:rPr>
            </w:pPr>
            <w:r>
              <w:rPr>
                <w:rFonts w:ascii="黑体" w:hAnsi="黑体" w:eastAsia="黑体"/>
                <w:color w:val="000000"/>
              </w:rPr>
              <w:t>ZOOLOGICAL RESEARCH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B050"/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90240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hAnsi="宋体" w:eastAsia="黑体" w:cs="宋体"/>
                <w:color w:val="00B050"/>
                <w:spacing w:val="-6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动物学杂志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090245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宋体" w:eastAsia="黑体" w:cs="宋体"/>
                <w:color w:val="FF0000"/>
                <w:szCs w:val="21"/>
              </w:rPr>
            </w:pPr>
            <w:r>
              <w:rPr>
                <w:rFonts w:ascii="黑体" w:hAnsi="黑体" w:eastAsia="黑体"/>
                <w:color w:val="000000"/>
              </w:rPr>
              <w:t>Entomotaxonomia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szCs w:val="21"/>
              </w:rPr>
            </w:pPr>
            <w:r>
              <w:rPr>
                <w:rFonts w:hint="eastAsia"/>
                <w:szCs w:val="21"/>
              </w:rPr>
              <w:t>090246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昆虫学报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150012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应用</w:t>
            </w:r>
            <w:r>
              <w:rPr>
                <w:rFonts w:ascii="黑体" w:hAnsi="黑体" w:eastAsia="黑体"/>
                <w:color w:val="000000"/>
              </w:rPr>
              <w:t>昆虫学报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szCs w:val="21"/>
              </w:rPr>
            </w:pPr>
            <w:r>
              <w:rPr>
                <w:rFonts w:hint="eastAsia"/>
                <w:szCs w:val="21"/>
              </w:rPr>
              <w:t>150017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环境昆虫</w:t>
            </w:r>
            <w:r>
              <w:rPr>
                <w:rFonts w:ascii="黑体" w:eastAsia="黑体"/>
                <w:szCs w:val="21"/>
              </w:rPr>
              <w:t>学报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090259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eastAsia="黑体"/>
                <w:szCs w:val="21"/>
              </w:rPr>
              <w:t>兽类学报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szCs w:val="21"/>
              </w:rPr>
            </w:pPr>
            <w:r>
              <w:rPr>
                <w:rFonts w:hint="eastAsia"/>
                <w:szCs w:val="21"/>
              </w:rPr>
              <w:t>090260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水生生物学报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FF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090250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生理学报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szCs w:val="21"/>
                <w:highlight w:val="darkGray"/>
              </w:rPr>
            </w:pPr>
            <w:r>
              <w:rPr>
                <w:rFonts w:hint="eastAsia"/>
                <w:szCs w:val="21"/>
                <w:highlight w:val="darkGray"/>
              </w:rPr>
              <w:t>150014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eastAsia="黑体"/>
                <w:color w:val="000000"/>
                <w:szCs w:val="21"/>
                <w:highlight w:val="darkGray"/>
              </w:rPr>
            </w:pPr>
            <w:r>
              <w:rPr>
                <w:rFonts w:hint="eastAsia" w:ascii="黑体" w:eastAsia="黑体"/>
                <w:color w:val="000000"/>
                <w:szCs w:val="21"/>
                <w:highlight w:val="darkGray"/>
              </w:rPr>
              <w:t>解剖学杂志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150015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神经解剖学杂志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szCs w:val="21"/>
                <w:highlight w:val="darkGray"/>
              </w:rPr>
            </w:pPr>
            <w:r>
              <w:rPr>
                <w:rFonts w:hint="eastAsia"/>
                <w:szCs w:val="21"/>
                <w:highlight w:val="darkGray"/>
              </w:rPr>
              <w:t>090249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eastAsia="黑体"/>
                <w:color w:val="000000"/>
                <w:szCs w:val="21"/>
                <w:highlight w:val="darkGray"/>
              </w:rPr>
            </w:pPr>
            <w:r>
              <w:rPr>
                <w:rFonts w:hint="eastAsia" w:ascii="黑体" w:eastAsia="黑体"/>
                <w:color w:val="000000"/>
                <w:szCs w:val="21"/>
                <w:highlight w:val="darkGray"/>
              </w:rPr>
              <w:t>人类学学报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150018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营养</w:t>
            </w:r>
            <w:r>
              <w:rPr>
                <w:rFonts w:ascii="黑体" w:hAnsi="黑体" w:eastAsia="黑体"/>
                <w:color w:val="000000"/>
              </w:rPr>
              <w:t>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 w:themeColor="text1"/>
                <w:szCs w:val="21"/>
                <w:highlight w:val="green"/>
              </w:rPr>
            </w:pPr>
            <w:r>
              <w:rPr>
                <w:rFonts w:hint="eastAsia"/>
                <w:color w:val="000000" w:themeColor="text1"/>
                <w:szCs w:val="21"/>
                <w:highlight w:val="green"/>
              </w:rPr>
              <w:t>090244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ind w:right="-105" w:rightChars="-50"/>
              <w:rPr>
                <w:rFonts w:ascii="黑体" w:eastAsia="黑体"/>
                <w:color w:val="000000" w:themeColor="text1"/>
                <w:szCs w:val="21"/>
                <w:highlight w:val="green"/>
              </w:rPr>
            </w:pPr>
            <w:r>
              <w:rPr>
                <w:rFonts w:hint="eastAsia" w:ascii="黑体" w:eastAsia="黑体"/>
                <w:color w:val="000000" w:themeColor="text1"/>
                <w:szCs w:val="21"/>
                <w:highlight w:val="green"/>
              </w:rPr>
              <w:t>菌物系统更名为：菌物学报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090261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黑体" w:eastAsia="黑体"/>
                <w:color w:val="000000" w:themeColor="text1"/>
              </w:rPr>
            </w:pPr>
            <w:r>
              <w:rPr>
                <w:rFonts w:hint="eastAsia" w:ascii="黑体" w:eastAsia="黑体"/>
                <w:color w:val="000000" w:themeColor="text1"/>
                <w:szCs w:val="21"/>
              </w:rPr>
              <w:t>微生物学报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090262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宋体" w:eastAsia="黑体" w:cs="宋体"/>
                <w:color w:val="000000" w:themeColor="text1"/>
                <w:szCs w:val="21"/>
              </w:rPr>
            </w:pPr>
            <w:r>
              <w:rPr>
                <w:rFonts w:hint="eastAsia" w:ascii="黑体" w:eastAsia="黑体"/>
                <w:color w:val="000000" w:themeColor="text1"/>
                <w:szCs w:val="21"/>
              </w:rPr>
              <w:t>微生物学通报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FF0000"/>
                <w:szCs w:val="21"/>
              </w:rPr>
            </w:pPr>
            <w:r>
              <w:rPr>
                <w:rFonts w:hint="eastAsia"/>
                <w:color w:val="000000"/>
                <w:szCs w:val="21"/>
                <w:highlight w:val="darkGray"/>
              </w:rPr>
              <w:t>090263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宋体" w:eastAsia="黑体" w:cs="宋体"/>
                <w:color w:val="FF0000"/>
                <w:szCs w:val="21"/>
              </w:rPr>
            </w:pPr>
            <w:r>
              <w:rPr>
                <w:rFonts w:hint="eastAsia" w:ascii="黑体" w:eastAsia="黑体"/>
                <w:szCs w:val="21"/>
                <w:highlight w:val="darkGray"/>
              </w:rPr>
              <w:t>微体古生物学报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  <w:highlight w:val="darkGray"/>
              </w:rPr>
            </w:pPr>
            <w:r>
              <w:rPr>
                <w:rFonts w:hint="eastAsia"/>
                <w:color w:val="000000"/>
                <w:szCs w:val="21"/>
                <w:highlight w:val="darkGray"/>
              </w:rPr>
              <w:t>090273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eastAsia="黑体"/>
                <w:color w:val="000000"/>
                <w:szCs w:val="21"/>
                <w:highlight w:val="darkGray"/>
              </w:rPr>
            </w:pPr>
            <w:r>
              <w:rPr>
                <w:rFonts w:hint="eastAsia" w:ascii="黑体" w:eastAsia="黑体"/>
                <w:color w:val="000000"/>
                <w:szCs w:val="21"/>
                <w:highlight w:val="darkGray"/>
              </w:rPr>
              <w:t>中国</w:t>
            </w:r>
            <w:r>
              <w:rPr>
                <w:rFonts w:ascii="黑体" w:eastAsia="黑体"/>
                <w:color w:val="000000"/>
                <w:szCs w:val="21"/>
                <w:highlight w:val="darkGray"/>
              </w:rPr>
              <w:t>病毒学</w:t>
            </w:r>
            <w:r>
              <w:rPr>
                <w:rFonts w:hint="eastAsia" w:ascii="黑体" w:eastAsia="黑体"/>
                <w:color w:val="000000"/>
                <w:szCs w:val="21"/>
                <w:highlight w:val="darkGray"/>
              </w:rPr>
              <w:t>升级为SCI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090275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eastAsia="黑体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</w:rPr>
              <w:t>中国科学 生命科学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090265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遗传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090258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宋体" w:eastAsia="黑体" w:cs="宋体"/>
                <w:color w:val="00000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szCs w:val="21"/>
              </w:rPr>
              <w:t>分子细胞生物学报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090264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</w:rPr>
              <w:t>中国细胞生物学学报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090253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宋体" w:eastAsia="黑体" w:cs="宋体"/>
                <w:color w:val="000000" w:themeColor="text1"/>
                <w:szCs w:val="21"/>
              </w:rPr>
            </w:pPr>
            <w:r>
              <w:rPr>
                <w:rFonts w:hint="eastAsia" w:ascii="黑体" w:eastAsia="黑体"/>
                <w:color w:val="000000" w:themeColor="text1"/>
                <w:szCs w:val="21"/>
              </w:rPr>
              <w:t>生物工程学报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highlight w:val="darkGray"/>
              </w:rPr>
              <w:t>090254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spacing w:val="-6"/>
                <w:szCs w:val="21"/>
                <w:highlight w:val="darkGray"/>
              </w:rPr>
              <w:t>生物化学与生物物理进展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090256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hAnsi="宋体" w:eastAsia="黑体" w:cs="宋体"/>
                <w:color w:val="000000" w:themeColor="text1"/>
                <w:szCs w:val="21"/>
              </w:rPr>
            </w:pPr>
            <w:r>
              <w:rPr>
                <w:rFonts w:hint="eastAsia" w:ascii="黑体" w:eastAsia="黑体"/>
                <w:color w:val="000000" w:themeColor="text1"/>
                <w:szCs w:val="21"/>
                <w:highlight w:val="green"/>
              </w:rPr>
              <w:t>生物物理学报更名为：Biophysics Reports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090274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rPr>
                <w:rFonts w:ascii="黑体" w:eastAsia="黑体"/>
                <w:color w:val="000000" w:themeColor="text1"/>
                <w:szCs w:val="21"/>
              </w:rPr>
            </w:pPr>
            <w:r>
              <w:rPr>
                <w:rFonts w:hint="eastAsia" w:ascii="黑体" w:eastAsia="黑体"/>
                <w:color w:val="000000" w:themeColor="text1"/>
                <w:szCs w:val="21"/>
              </w:rPr>
              <w:t>中国生物化学与分子</w:t>
            </w:r>
          </w:p>
          <w:p>
            <w:pPr>
              <w:spacing w:line="330" w:lineRule="atLeast"/>
              <w:rPr>
                <w:rFonts w:ascii="黑体" w:eastAsia="黑体"/>
                <w:spacing w:val="-6"/>
                <w:szCs w:val="21"/>
              </w:rPr>
            </w:pPr>
            <w:r>
              <w:rPr>
                <w:rFonts w:hint="eastAsia" w:ascii="黑体" w:eastAsia="黑体"/>
                <w:color w:val="000000" w:themeColor="text1"/>
                <w:szCs w:val="21"/>
              </w:rPr>
              <w:t>生物学报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right="-105" w:rightChars="-50"/>
              <w:rPr>
                <w:color w:val="FF0000"/>
                <w:szCs w:val="21"/>
                <w:highlight w:val="darkGray"/>
              </w:rPr>
            </w:pPr>
            <w:r>
              <w:rPr>
                <w:rFonts w:hint="eastAsia"/>
                <w:color w:val="000000"/>
                <w:szCs w:val="21"/>
                <w:highlight w:val="darkGray"/>
              </w:rPr>
              <w:t>090257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spacing w:line="330" w:lineRule="atLeast"/>
              <w:rPr>
                <w:rFonts w:ascii="黑体" w:eastAsia="黑体"/>
                <w:szCs w:val="21"/>
                <w:highlight w:val="darkGray"/>
              </w:rPr>
            </w:pPr>
            <w:r>
              <w:rPr>
                <w:rFonts w:hint="eastAsia" w:ascii="黑体" w:eastAsia="黑体"/>
                <w:szCs w:val="21"/>
                <w:highlight w:val="darkGray"/>
              </w:rPr>
              <w:t>生物学通报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</w:tcPr>
          <w:p>
            <w:pPr>
              <w:rPr>
                <w:rFonts w:ascii="黑体" w:hAnsi="黑体" w:eastAsia="黑体"/>
                <w:color w:val="000000"/>
                <w:highlight w:val="darkGray"/>
              </w:rPr>
            </w:pPr>
            <w:r>
              <w:rPr>
                <w:rFonts w:hint="eastAsia" w:ascii="黑体" w:hAnsi="黑体" w:eastAsia="黑体"/>
                <w:color w:val="000000"/>
                <w:highlight w:val="darkGray"/>
              </w:rPr>
              <w:t>150021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color w:val="000000"/>
                <w:highlight w:val="darkGray"/>
              </w:rPr>
            </w:pPr>
            <w:r>
              <w:rPr>
                <w:rFonts w:hint="eastAsia" w:ascii="黑体" w:hAnsi="黑体" w:eastAsia="黑体"/>
                <w:color w:val="000000"/>
                <w:highlight w:val="darkGray"/>
              </w:rPr>
              <w:t>生物技术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黑体" w:hAnsi="黑体" w:eastAsia="黑体"/>
                <w:color w:val="000000"/>
                <w:highlight w:val="darkGray"/>
              </w:rPr>
            </w:pPr>
            <w:r>
              <w:rPr>
                <w:rFonts w:hint="eastAsia" w:ascii="黑体" w:hAnsi="黑体" w:eastAsia="黑体"/>
                <w:color w:val="000000"/>
                <w:highlight w:val="darkGray"/>
              </w:rPr>
              <w:t>150022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rPr>
                <w:rFonts w:ascii="黑体" w:hAnsi="黑体" w:eastAsia="黑体"/>
                <w:color w:val="000000"/>
                <w:highlight w:val="darkGray"/>
              </w:rPr>
            </w:pPr>
            <w:r>
              <w:rPr>
                <w:rFonts w:hint="eastAsia" w:ascii="黑体" w:hAnsi="黑体" w:eastAsia="黑体"/>
                <w:color w:val="000000"/>
                <w:highlight w:val="darkGray"/>
              </w:rPr>
              <w:t>生物技术通报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</w:tcPr>
          <w:p>
            <w:pPr>
              <w:rPr>
                <w:rFonts w:ascii="黑体" w:hAnsi="黑体" w:eastAsia="黑体"/>
                <w:color w:val="000000" w:themeColor="text1"/>
              </w:rPr>
            </w:pPr>
            <w:r>
              <w:rPr>
                <w:rFonts w:hint="eastAsia" w:ascii="黑体" w:hAnsi="黑体" w:eastAsia="黑体"/>
                <w:color w:val="000000" w:themeColor="text1"/>
              </w:rPr>
              <w:t>150023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rPr>
                <w:rFonts w:ascii="黑体" w:hAnsi="黑体" w:eastAsia="黑体"/>
                <w:color w:val="000000" w:themeColor="text1"/>
              </w:rPr>
            </w:pPr>
            <w:r>
              <w:rPr>
                <w:rFonts w:hint="eastAsia" w:ascii="黑体" w:hAnsi="黑体" w:eastAsia="黑体"/>
                <w:color w:val="000000" w:themeColor="text1"/>
              </w:rPr>
              <w:t>中国生物工程杂志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黑体" w:hAnsi="黑体" w:eastAsia="黑体"/>
                <w:color w:val="000000"/>
                <w:highlight w:val="darkGray"/>
              </w:rPr>
            </w:pPr>
            <w:r>
              <w:rPr>
                <w:rFonts w:hint="eastAsia" w:ascii="黑体" w:hAnsi="黑体" w:eastAsia="黑体"/>
                <w:color w:val="000000"/>
                <w:highlight w:val="darkGray"/>
              </w:rPr>
              <w:t>150025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rPr>
                <w:rFonts w:ascii="黑体" w:hAnsi="黑体" w:eastAsia="黑体"/>
                <w:color w:val="000000"/>
                <w:highlight w:val="darkGray"/>
              </w:rPr>
            </w:pPr>
            <w:r>
              <w:rPr>
                <w:rFonts w:hint="eastAsia" w:ascii="黑体" w:hAnsi="黑体" w:eastAsia="黑体"/>
                <w:color w:val="000000"/>
                <w:highlight w:val="darkGray"/>
              </w:rPr>
              <w:t>生物加工过程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</w:tcPr>
          <w:p>
            <w:pPr>
              <w:rPr>
                <w:rFonts w:ascii="黑体" w:hAnsi="黑体" w:eastAsia="黑体"/>
                <w:color w:val="000000"/>
                <w:highlight w:val="darkGray"/>
              </w:rPr>
            </w:pPr>
            <w:r>
              <w:rPr>
                <w:rFonts w:hint="eastAsia" w:ascii="黑体" w:hAnsi="黑体" w:eastAsia="黑体"/>
                <w:color w:val="000000"/>
                <w:highlight w:val="darkGray"/>
              </w:rPr>
              <w:t>150016</w:t>
            </w: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rPr>
                <w:rFonts w:ascii="黑体" w:hAnsi="黑体" w:eastAsia="黑体"/>
                <w:color w:val="000000"/>
                <w:highlight w:val="darkGray"/>
              </w:rPr>
            </w:pPr>
            <w:r>
              <w:rPr>
                <w:rFonts w:hint="eastAsia" w:ascii="黑体" w:hAnsi="黑体" w:eastAsia="黑体"/>
                <w:color w:val="000000"/>
                <w:highlight w:val="darkGray"/>
              </w:rPr>
              <w:t>biophysical report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黑体" w:hAnsi="黑体" w:eastAsia="黑体"/>
                <w:color w:val="000000"/>
                <w:highlight w:val="darkGray"/>
              </w:rPr>
            </w:pPr>
            <w:r>
              <w:rPr>
                <w:rFonts w:hint="eastAsia" w:ascii="黑体" w:hAnsi="黑体" w:eastAsia="黑体"/>
                <w:color w:val="000000"/>
                <w:highlight w:val="darkGray"/>
              </w:rPr>
              <w:t>150026</w:t>
            </w: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rPr>
                <w:rFonts w:ascii="黑体" w:hAnsi="黑体" w:eastAsia="黑体"/>
                <w:color w:val="000000"/>
                <w:highlight w:val="darkGray"/>
              </w:rPr>
            </w:pPr>
            <w:r>
              <w:rPr>
                <w:rFonts w:hint="eastAsia" w:ascii="黑体" w:hAnsi="黑体" w:eastAsia="黑体"/>
                <w:color w:val="000000"/>
                <w:highlight w:val="darkGray"/>
              </w:rPr>
              <w:t>中华结核和呼吸杂志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" w:type="dxa"/>
            <w:shd w:val="clear" w:color="auto" w:fill="auto"/>
          </w:tcPr>
          <w:p>
            <w:pPr>
              <w:rPr>
                <w:rFonts w:ascii="黑体" w:hAnsi="黑体" w:eastAsia="黑体"/>
                <w:color w:val="000000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>
            <w:pPr>
              <w:rPr>
                <w:rFonts w:ascii="黑体" w:hAnsi="黑体" w:eastAsia="黑体"/>
                <w:color w:val="000000"/>
                <w:highlight w:val="yellow"/>
              </w:rPr>
            </w:pPr>
            <w:r>
              <w:rPr>
                <w:rFonts w:hint="eastAsia" w:ascii="黑体" w:hAnsi="黑体" w:eastAsia="黑体"/>
                <w:color w:val="000000"/>
                <w:highlight w:val="yellow"/>
              </w:rPr>
              <w:t>中国水稻科学(新增）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黑体" w:hAnsi="黑体" w:eastAsia="黑体"/>
                <w:color w:val="000000"/>
                <w:highlight w:val="yellow"/>
              </w:rPr>
            </w:pPr>
          </w:p>
        </w:tc>
        <w:tc>
          <w:tcPr>
            <w:tcW w:w="2860" w:type="dxa"/>
            <w:shd w:val="clear" w:color="auto" w:fill="auto"/>
            <w:vAlign w:val="center"/>
          </w:tcPr>
          <w:p>
            <w:pPr>
              <w:rPr>
                <w:rFonts w:ascii="黑体" w:hAnsi="黑体" w:eastAsia="黑体"/>
                <w:color w:val="000000"/>
                <w:highlight w:val="darkGray"/>
              </w:rPr>
            </w:pPr>
          </w:p>
        </w:tc>
      </w:tr>
    </w:tbl>
    <w:p>
      <w:pPr>
        <w:spacing w:line="360" w:lineRule="auto"/>
        <w:ind w:firstLine="565" w:firstLineChars="202"/>
        <w:jc w:val="right"/>
        <w:rPr>
          <w:rFonts w:ascii="仿宋_GB2312" w:eastAsia="仿宋_GB2312" w:cs="宋体"/>
          <w:color w:val="000000"/>
          <w:kern w:val="0"/>
          <w:sz w:val="28"/>
          <w:szCs w:val="28"/>
        </w:rPr>
      </w:pPr>
    </w:p>
    <w:p>
      <w:pPr>
        <w:spacing w:line="360" w:lineRule="auto"/>
        <w:jc w:val="both"/>
        <w:rPr>
          <w:rFonts w:hint="default" w:ascii="仿宋_GB2312" w:eastAsia="仿宋_GB2312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注：</w:t>
      </w:r>
      <w:r>
        <w:rPr>
          <w:rFonts w:hint="eastAsia" w:ascii="黑体" w:hAnsi="黑体" w:eastAsia="黑体"/>
          <w:color w:val="000000"/>
          <w:highlight w:val="darkGray"/>
          <w:lang w:val="en-US" w:eastAsia="zh-CN"/>
        </w:rPr>
        <w:t>灰色部分为删除期刊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，</w:t>
      </w:r>
      <w:r>
        <w:rPr>
          <w:rFonts w:hint="eastAsia" w:ascii="黑体" w:eastAsia="黑体"/>
          <w:color w:val="000000" w:themeColor="text1"/>
          <w:szCs w:val="21"/>
          <w:highlight w:val="green"/>
          <w:lang w:val="en-US" w:eastAsia="zh-CN"/>
        </w:rPr>
        <w:t>绿色部分为更名期刊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，</w:t>
      </w:r>
      <w:r>
        <w:rPr>
          <w:rFonts w:hint="eastAsia" w:ascii="黑体" w:hAnsi="黑体" w:eastAsia="黑体"/>
          <w:color w:val="000000"/>
          <w:highlight w:val="yellow"/>
          <w:lang w:val="en-US" w:eastAsia="zh-CN"/>
        </w:rPr>
        <w:t>黄色部分为新增期刊</w:t>
      </w:r>
      <w:r>
        <w:rPr>
          <w:rFonts w:hint="eastAsia" w:ascii="仿宋_GB2312" w:eastAsia="仿宋_GB2312" w:cs="宋体"/>
          <w:color w:val="000000"/>
          <w:kern w:val="0"/>
          <w:sz w:val="28"/>
          <w:szCs w:val="28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6C72"/>
    <w:rsid w:val="00014A1F"/>
    <w:rsid w:val="000154CF"/>
    <w:rsid w:val="000208C1"/>
    <w:rsid w:val="00026143"/>
    <w:rsid w:val="000438B5"/>
    <w:rsid w:val="00077D71"/>
    <w:rsid w:val="00084E8A"/>
    <w:rsid w:val="00086977"/>
    <w:rsid w:val="000927A9"/>
    <w:rsid w:val="0009767B"/>
    <w:rsid w:val="000A163D"/>
    <w:rsid w:val="000B04F3"/>
    <w:rsid w:val="000B4572"/>
    <w:rsid w:val="000D70FA"/>
    <w:rsid w:val="000D74DD"/>
    <w:rsid w:val="000E5D4B"/>
    <w:rsid w:val="00105081"/>
    <w:rsid w:val="00107DAB"/>
    <w:rsid w:val="001323BB"/>
    <w:rsid w:val="001417B4"/>
    <w:rsid w:val="00147A2A"/>
    <w:rsid w:val="00152220"/>
    <w:rsid w:val="001725F2"/>
    <w:rsid w:val="00180E6E"/>
    <w:rsid w:val="001A1E8A"/>
    <w:rsid w:val="001B311C"/>
    <w:rsid w:val="001C2FD2"/>
    <w:rsid w:val="001C4285"/>
    <w:rsid w:val="001D0919"/>
    <w:rsid w:val="001E1895"/>
    <w:rsid w:val="001E1C1E"/>
    <w:rsid w:val="001F463F"/>
    <w:rsid w:val="001F6274"/>
    <w:rsid w:val="0022209F"/>
    <w:rsid w:val="00235868"/>
    <w:rsid w:val="0024392D"/>
    <w:rsid w:val="00246CB5"/>
    <w:rsid w:val="00250235"/>
    <w:rsid w:val="00261FEE"/>
    <w:rsid w:val="0026375E"/>
    <w:rsid w:val="00267258"/>
    <w:rsid w:val="00293524"/>
    <w:rsid w:val="002936BC"/>
    <w:rsid w:val="002978E7"/>
    <w:rsid w:val="002A38E1"/>
    <w:rsid w:val="002A5CB4"/>
    <w:rsid w:val="002B37B8"/>
    <w:rsid w:val="002B6449"/>
    <w:rsid w:val="002C0868"/>
    <w:rsid w:val="002C27FE"/>
    <w:rsid w:val="002C6360"/>
    <w:rsid w:val="002C7296"/>
    <w:rsid w:val="002D7174"/>
    <w:rsid w:val="002D75CF"/>
    <w:rsid w:val="002E069F"/>
    <w:rsid w:val="002E3B0E"/>
    <w:rsid w:val="002F48A1"/>
    <w:rsid w:val="002F6F44"/>
    <w:rsid w:val="00310BC0"/>
    <w:rsid w:val="00314F8D"/>
    <w:rsid w:val="00315632"/>
    <w:rsid w:val="003454B1"/>
    <w:rsid w:val="00347389"/>
    <w:rsid w:val="003507FE"/>
    <w:rsid w:val="0035418C"/>
    <w:rsid w:val="0035565B"/>
    <w:rsid w:val="00366B75"/>
    <w:rsid w:val="00374279"/>
    <w:rsid w:val="00383C78"/>
    <w:rsid w:val="00387093"/>
    <w:rsid w:val="00392B19"/>
    <w:rsid w:val="00397058"/>
    <w:rsid w:val="003A3CF6"/>
    <w:rsid w:val="003A6F27"/>
    <w:rsid w:val="003A71A5"/>
    <w:rsid w:val="003A74AC"/>
    <w:rsid w:val="003C4301"/>
    <w:rsid w:val="003C79B1"/>
    <w:rsid w:val="003D11E8"/>
    <w:rsid w:val="003D72B1"/>
    <w:rsid w:val="003D7374"/>
    <w:rsid w:val="003E6728"/>
    <w:rsid w:val="00405222"/>
    <w:rsid w:val="00407F43"/>
    <w:rsid w:val="00414F23"/>
    <w:rsid w:val="00423198"/>
    <w:rsid w:val="004323A7"/>
    <w:rsid w:val="00432A3B"/>
    <w:rsid w:val="004425F7"/>
    <w:rsid w:val="00443CB9"/>
    <w:rsid w:val="00446ED4"/>
    <w:rsid w:val="00453AC7"/>
    <w:rsid w:val="00456F82"/>
    <w:rsid w:val="004C6946"/>
    <w:rsid w:val="004D2A08"/>
    <w:rsid w:val="004D3BE0"/>
    <w:rsid w:val="004E44DF"/>
    <w:rsid w:val="004E5D77"/>
    <w:rsid w:val="004F04E1"/>
    <w:rsid w:val="004F6004"/>
    <w:rsid w:val="005064BA"/>
    <w:rsid w:val="00507940"/>
    <w:rsid w:val="00513FB3"/>
    <w:rsid w:val="00531D3A"/>
    <w:rsid w:val="0053446C"/>
    <w:rsid w:val="00544F36"/>
    <w:rsid w:val="00546704"/>
    <w:rsid w:val="005524BA"/>
    <w:rsid w:val="00554502"/>
    <w:rsid w:val="005600C4"/>
    <w:rsid w:val="0056291C"/>
    <w:rsid w:val="00563DCD"/>
    <w:rsid w:val="00564609"/>
    <w:rsid w:val="00566030"/>
    <w:rsid w:val="0057678E"/>
    <w:rsid w:val="00586077"/>
    <w:rsid w:val="00592689"/>
    <w:rsid w:val="00593500"/>
    <w:rsid w:val="005A637B"/>
    <w:rsid w:val="005B08B9"/>
    <w:rsid w:val="005C2F68"/>
    <w:rsid w:val="005D68C2"/>
    <w:rsid w:val="005E34AF"/>
    <w:rsid w:val="005E69A7"/>
    <w:rsid w:val="005F1E6F"/>
    <w:rsid w:val="00601F6C"/>
    <w:rsid w:val="00605145"/>
    <w:rsid w:val="00611068"/>
    <w:rsid w:val="00617189"/>
    <w:rsid w:val="006222F4"/>
    <w:rsid w:val="00623D74"/>
    <w:rsid w:val="006268D8"/>
    <w:rsid w:val="0062759D"/>
    <w:rsid w:val="00633932"/>
    <w:rsid w:val="00634DA8"/>
    <w:rsid w:val="006358CF"/>
    <w:rsid w:val="006470EE"/>
    <w:rsid w:val="006506A3"/>
    <w:rsid w:val="00651C1C"/>
    <w:rsid w:val="00662E56"/>
    <w:rsid w:val="00663D62"/>
    <w:rsid w:val="006A51FF"/>
    <w:rsid w:val="006B0F13"/>
    <w:rsid w:val="006B147E"/>
    <w:rsid w:val="006B1B64"/>
    <w:rsid w:val="006B704D"/>
    <w:rsid w:val="006D66C8"/>
    <w:rsid w:val="006E362B"/>
    <w:rsid w:val="006E473A"/>
    <w:rsid w:val="006E6C4C"/>
    <w:rsid w:val="006F6D91"/>
    <w:rsid w:val="00701C31"/>
    <w:rsid w:val="0072146C"/>
    <w:rsid w:val="007239F0"/>
    <w:rsid w:val="00724DAE"/>
    <w:rsid w:val="00725334"/>
    <w:rsid w:val="00726652"/>
    <w:rsid w:val="00730ECD"/>
    <w:rsid w:val="00744BE8"/>
    <w:rsid w:val="00745265"/>
    <w:rsid w:val="00747092"/>
    <w:rsid w:val="00751C7F"/>
    <w:rsid w:val="00752719"/>
    <w:rsid w:val="00763F1E"/>
    <w:rsid w:val="00765982"/>
    <w:rsid w:val="00771931"/>
    <w:rsid w:val="0077540A"/>
    <w:rsid w:val="00776C72"/>
    <w:rsid w:val="007943A7"/>
    <w:rsid w:val="007B3FD7"/>
    <w:rsid w:val="007B583D"/>
    <w:rsid w:val="007C6A26"/>
    <w:rsid w:val="007C6D61"/>
    <w:rsid w:val="007D1E04"/>
    <w:rsid w:val="00801EB0"/>
    <w:rsid w:val="008064E9"/>
    <w:rsid w:val="00827B45"/>
    <w:rsid w:val="0084409B"/>
    <w:rsid w:val="008559D0"/>
    <w:rsid w:val="00856255"/>
    <w:rsid w:val="00860838"/>
    <w:rsid w:val="00863D18"/>
    <w:rsid w:val="00877D4A"/>
    <w:rsid w:val="008A2F9E"/>
    <w:rsid w:val="008D35D8"/>
    <w:rsid w:val="008F1BAA"/>
    <w:rsid w:val="008F5FF9"/>
    <w:rsid w:val="009140B9"/>
    <w:rsid w:val="00915061"/>
    <w:rsid w:val="00920255"/>
    <w:rsid w:val="00952B8C"/>
    <w:rsid w:val="009649A7"/>
    <w:rsid w:val="00965CBE"/>
    <w:rsid w:val="00983769"/>
    <w:rsid w:val="00985234"/>
    <w:rsid w:val="00985C9C"/>
    <w:rsid w:val="009933AE"/>
    <w:rsid w:val="009A00A5"/>
    <w:rsid w:val="009A2D67"/>
    <w:rsid w:val="009A74B7"/>
    <w:rsid w:val="009C4111"/>
    <w:rsid w:val="009C6431"/>
    <w:rsid w:val="009D1421"/>
    <w:rsid w:val="009F4A5A"/>
    <w:rsid w:val="00A1568E"/>
    <w:rsid w:val="00A23439"/>
    <w:rsid w:val="00A31860"/>
    <w:rsid w:val="00A31A28"/>
    <w:rsid w:val="00A76F78"/>
    <w:rsid w:val="00A811AA"/>
    <w:rsid w:val="00AA03F8"/>
    <w:rsid w:val="00AA176E"/>
    <w:rsid w:val="00AA2BF8"/>
    <w:rsid w:val="00AA7E9D"/>
    <w:rsid w:val="00AB138B"/>
    <w:rsid w:val="00AB48D3"/>
    <w:rsid w:val="00AB7D06"/>
    <w:rsid w:val="00AF425A"/>
    <w:rsid w:val="00AF7E8C"/>
    <w:rsid w:val="00B064E3"/>
    <w:rsid w:val="00B06DB3"/>
    <w:rsid w:val="00B07896"/>
    <w:rsid w:val="00B105D8"/>
    <w:rsid w:val="00B173AB"/>
    <w:rsid w:val="00B204E3"/>
    <w:rsid w:val="00B2601F"/>
    <w:rsid w:val="00B30DDB"/>
    <w:rsid w:val="00B34D6E"/>
    <w:rsid w:val="00B36BD8"/>
    <w:rsid w:val="00B43E9D"/>
    <w:rsid w:val="00B46E04"/>
    <w:rsid w:val="00B83693"/>
    <w:rsid w:val="00B85B64"/>
    <w:rsid w:val="00B92904"/>
    <w:rsid w:val="00B94D75"/>
    <w:rsid w:val="00BA2E73"/>
    <w:rsid w:val="00BB7A6C"/>
    <w:rsid w:val="00BC6D1B"/>
    <w:rsid w:val="00BD7744"/>
    <w:rsid w:val="00BE1A1C"/>
    <w:rsid w:val="00BE5A1E"/>
    <w:rsid w:val="00BE5D9C"/>
    <w:rsid w:val="00BE6692"/>
    <w:rsid w:val="00BF4663"/>
    <w:rsid w:val="00BF4F60"/>
    <w:rsid w:val="00BF704D"/>
    <w:rsid w:val="00C03E9D"/>
    <w:rsid w:val="00C0512E"/>
    <w:rsid w:val="00C14A17"/>
    <w:rsid w:val="00C15D50"/>
    <w:rsid w:val="00C31EE4"/>
    <w:rsid w:val="00C61F3C"/>
    <w:rsid w:val="00C70D57"/>
    <w:rsid w:val="00C72C01"/>
    <w:rsid w:val="00C7539E"/>
    <w:rsid w:val="00CA26E8"/>
    <w:rsid w:val="00CA4139"/>
    <w:rsid w:val="00CB2C6A"/>
    <w:rsid w:val="00CC771C"/>
    <w:rsid w:val="00CE5379"/>
    <w:rsid w:val="00D00349"/>
    <w:rsid w:val="00D00887"/>
    <w:rsid w:val="00D031C3"/>
    <w:rsid w:val="00D03265"/>
    <w:rsid w:val="00D04F66"/>
    <w:rsid w:val="00D10785"/>
    <w:rsid w:val="00D20FCA"/>
    <w:rsid w:val="00D22B3D"/>
    <w:rsid w:val="00D313A7"/>
    <w:rsid w:val="00D32DAF"/>
    <w:rsid w:val="00D37139"/>
    <w:rsid w:val="00D56AE7"/>
    <w:rsid w:val="00D61157"/>
    <w:rsid w:val="00D7107D"/>
    <w:rsid w:val="00D77AF6"/>
    <w:rsid w:val="00D80CFD"/>
    <w:rsid w:val="00D838FD"/>
    <w:rsid w:val="00DA209A"/>
    <w:rsid w:val="00DA56A5"/>
    <w:rsid w:val="00DB706A"/>
    <w:rsid w:val="00DC68C8"/>
    <w:rsid w:val="00DD2445"/>
    <w:rsid w:val="00DD3DFD"/>
    <w:rsid w:val="00DE132E"/>
    <w:rsid w:val="00DE533C"/>
    <w:rsid w:val="00DE585C"/>
    <w:rsid w:val="00DF1145"/>
    <w:rsid w:val="00DF21EB"/>
    <w:rsid w:val="00DF23FD"/>
    <w:rsid w:val="00E160FE"/>
    <w:rsid w:val="00E169B7"/>
    <w:rsid w:val="00E23239"/>
    <w:rsid w:val="00E321B2"/>
    <w:rsid w:val="00E42FE2"/>
    <w:rsid w:val="00E529C9"/>
    <w:rsid w:val="00E60C75"/>
    <w:rsid w:val="00E632A1"/>
    <w:rsid w:val="00E74270"/>
    <w:rsid w:val="00E74B4C"/>
    <w:rsid w:val="00E75C56"/>
    <w:rsid w:val="00E84361"/>
    <w:rsid w:val="00E872F3"/>
    <w:rsid w:val="00EA4B71"/>
    <w:rsid w:val="00EB6EF2"/>
    <w:rsid w:val="00EC3FDF"/>
    <w:rsid w:val="00ED202D"/>
    <w:rsid w:val="00EE5A1D"/>
    <w:rsid w:val="00F05499"/>
    <w:rsid w:val="00F173A5"/>
    <w:rsid w:val="00F221CE"/>
    <w:rsid w:val="00F2385B"/>
    <w:rsid w:val="00F27B59"/>
    <w:rsid w:val="00F30C39"/>
    <w:rsid w:val="00F36BFD"/>
    <w:rsid w:val="00F41B26"/>
    <w:rsid w:val="00F504A1"/>
    <w:rsid w:val="00F54A09"/>
    <w:rsid w:val="00F57F95"/>
    <w:rsid w:val="00F62CCC"/>
    <w:rsid w:val="00F67123"/>
    <w:rsid w:val="00F7401A"/>
    <w:rsid w:val="00F76F3A"/>
    <w:rsid w:val="00F87535"/>
    <w:rsid w:val="00F921C9"/>
    <w:rsid w:val="00F956BA"/>
    <w:rsid w:val="00F96901"/>
    <w:rsid w:val="00FB6F13"/>
    <w:rsid w:val="00FC5CA2"/>
    <w:rsid w:val="00FD0F6D"/>
    <w:rsid w:val="00FD606D"/>
    <w:rsid w:val="00FF16AD"/>
    <w:rsid w:val="2A9E05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adjustRightInd w:val="0"/>
      <w:snapToGrid w:val="0"/>
      <w:spacing w:beforeLines="100" w:afterLines="50"/>
      <w:outlineLvl w:val="0"/>
    </w:pPr>
    <w:rPr>
      <w:rFonts w:ascii="隶书" w:hAnsi="Times New Roman" w:eastAsia="隶书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uiPriority w:val="99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0"/>
    <w:rPr>
      <w:rFonts w:ascii="隶书" w:hAnsi="Times New Roman" w:eastAsia="隶书" w:cs="Times New Roman"/>
      <w:sz w:val="28"/>
      <w:szCs w:val="2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&#26680;&#24515;&#26399;&#21002;&#34920;&#35843;&#25972;\&#29983;&#29289;&#31185;&#23398;&#31867;&#26680;&#24515;&#26399;&#21002;&#34920;&#65288;2015&#24180;12&#26376;&#65289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生物科学类核心期刊表（2015年12月）</Template>
  <Company>Lenovo</Company>
  <Pages>2</Pages>
  <Words>151</Words>
  <Characters>861</Characters>
  <Lines>7</Lines>
  <Paragraphs>2</Paragraphs>
  <TotalTime>15</TotalTime>
  <ScaleCrop>false</ScaleCrop>
  <LinksUpToDate>false</LinksUpToDate>
  <CharactersWithSpaces>1010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2018-12-06T02:31:00Z</dcterms:created>
  <dc:creator>lenovo</dc:creator>
  <cp:lastModifiedBy>lenovo</cp:lastModifiedBy>
  <cp:lastPrinted>2016-03-16T07:16:00Z</cp:lastPrinted>
  <dcterms:modified xsi:type="dcterms:W3CDTF">2021-03-01T06:02:02Z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2746B5A67CF14C4385BFD16ADC914B42</vt:lpwstr>
  </property>
</Properties>
</file>